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"/>
        <w:gridCol w:w="176"/>
      </w:tblGrid>
      <w:tr w:rsidR="00EA75EF" w:rsidRPr="00EA75EF" w:rsidTr="00EA75EF">
        <w:trPr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A75EF" w:rsidRPr="00EA75EF" w:rsidRDefault="00EA75EF" w:rsidP="00EA75E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75EF" w:rsidRPr="00EA75EF" w:rsidRDefault="00EA75EF" w:rsidP="00EA75EF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EA75E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 </w:t>
            </w:r>
          </w:p>
        </w:tc>
      </w:tr>
    </w:tbl>
    <w:p w:rsidR="00EA75EF" w:rsidRPr="00EA75EF" w:rsidRDefault="00EA75EF" w:rsidP="00EA75EF">
      <w:pPr>
        <w:spacing w:after="0" w:line="240" w:lineRule="auto"/>
        <w:rPr>
          <w:rFonts w:ascii="Calibri" w:eastAsia="Times New Roman" w:hAnsi="Calibri" w:cs="Times New Roman"/>
        </w:rPr>
      </w:pPr>
      <w:r w:rsidRPr="00EA75EF">
        <w:rPr>
          <w:rFonts w:ascii="Arial" w:eastAsia="Times New Roman" w:hAnsi="Arial" w:cs="Arial"/>
          <w:vanish/>
          <w:color w:val="000000"/>
          <w:sz w:val="18"/>
          <w:szCs w:val="18"/>
        </w:rPr>
        <w:t> </w:t>
      </w:r>
    </w:p>
    <w:tbl>
      <w:tblPr>
        <w:tblW w:w="810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30"/>
      </w:tblGrid>
      <w:tr w:rsidR="00EA75EF" w:rsidRPr="00EA75EF" w:rsidTr="00EA75EF">
        <w:trPr>
          <w:tblCellSpacing w:w="0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tbl>
            <w:tblPr>
              <w:tblW w:w="8100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EA75EF" w:rsidRPr="00EA75EF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EA75EF" w:rsidRPr="00EA75EF" w:rsidRDefault="00EA75EF" w:rsidP="00C97238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</w:rPr>
                  </w:pPr>
                  <w:r w:rsidRPr="00EA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Oral Presentation Rubric : Technology Presentation</w:t>
                  </w:r>
                </w:p>
                <w:p w:rsidR="00EA75EF" w:rsidRPr="00EA75EF" w:rsidRDefault="00EF0127" w:rsidP="00EA75EF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468pt;height:1.2pt" o:hralign="center" o:hrstd="t" o:hr="t" fillcolor="#a0a0a0" stroked="f"/>
                    </w:pict>
                  </w:r>
                </w:p>
                <w:p w:rsidR="00EA75EF" w:rsidRPr="00EA75EF" w:rsidRDefault="00EA75EF" w:rsidP="00EA75EF">
                  <w:pPr>
                    <w:spacing w:after="0" w:line="240" w:lineRule="auto"/>
                    <w:ind w:left="720"/>
                    <w:rPr>
                      <w:rFonts w:ascii="Calibri" w:eastAsia="Times New Roman" w:hAnsi="Calibri" w:cs="Times New Roman"/>
                    </w:rPr>
                  </w:pPr>
                  <w:r w:rsidRPr="00EA75E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EA75EF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Dr. Peterson</w:t>
                  </w:r>
                  <w:r w:rsidRPr="00EA75E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EA75E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EA75E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EA75EF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EA75EF" w:rsidRPr="00EA75EF" w:rsidRDefault="00EA75EF" w:rsidP="00EA75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75EF" w:rsidRPr="00EA75EF" w:rsidRDefault="00EA75EF" w:rsidP="00EA75EF">
      <w:pPr>
        <w:spacing w:after="0" w:line="240" w:lineRule="auto"/>
        <w:rPr>
          <w:rFonts w:ascii="Calibri" w:eastAsia="Times New Roman" w:hAnsi="Calibri" w:cs="Times New Roman"/>
        </w:rPr>
      </w:pPr>
      <w:r w:rsidRPr="00EA75EF">
        <w:rPr>
          <w:rFonts w:ascii="Arial" w:eastAsia="Times New Roman" w:hAnsi="Arial" w:cs="Arial"/>
          <w:color w:val="000000"/>
          <w:sz w:val="18"/>
          <w:szCs w:val="18"/>
        </w:rPr>
        <w:t> </w:t>
      </w: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5"/>
        <w:gridCol w:w="1602"/>
        <w:gridCol w:w="1602"/>
        <w:gridCol w:w="1602"/>
        <w:gridCol w:w="1549"/>
      </w:tblGrid>
      <w:tr w:rsidR="00EA75EF" w:rsidRPr="00EA75EF" w:rsidTr="00705A03">
        <w:trPr>
          <w:tblCellSpacing w:w="0" w:type="dxa"/>
        </w:trPr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A75EF" w:rsidRPr="00A01B27" w:rsidRDefault="00EA75EF" w:rsidP="00705A03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color w:val="000000"/>
              </w:rPr>
              <w:t>CATEGORY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A75EF" w:rsidRPr="00A01B27" w:rsidRDefault="00340FC3" w:rsidP="00EA75EF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b/>
                <w:bCs/>
              </w:rPr>
              <w:t>20</w:t>
            </w:r>
            <w:r w:rsidR="00EA75EF" w:rsidRPr="00A01B27">
              <w:rPr>
                <w:rFonts w:eastAsia="Times New Roman" w:cs="Arial"/>
                <w:b/>
                <w:bCs/>
                <w:color w:val="000000"/>
              </w:rPr>
              <w:t xml:space="preserve"> points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A75EF" w:rsidRPr="00A01B27" w:rsidRDefault="00340FC3" w:rsidP="00EA75EF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b/>
                <w:bCs/>
                <w:color w:val="000000"/>
              </w:rPr>
              <w:t>15</w:t>
            </w:r>
            <w:r w:rsidR="00EA75EF" w:rsidRPr="00A01B27">
              <w:rPr>
                <w:rFonts w:eastAsia="Times New Roman" w:cs="Arial"/>
                <w:b/>
                <w:bCs/>
                <w:color w:val="000000"/>
              </w:rPr>
              <w:t xml:space="preserve"> points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A75EF" w:rsidRPr="00A01B27" w:rsidRDefault="00340FC3" w:rsidP="00EA75EF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b/>
                <w:bCs/>
                <w:color w:val="000000"/>
              </w:rPr>
              <w:t>5</w:t>
            </w:r>
            <w:r w:rsidR="00EA75EF" w:rsidRPr="00A01B27">
              <w:rPr>
                <w:rFonts w:eastAsia="Times New Roman" w:cs="Arial"/>
                <w:b/>
                <w:bCs/>
                <w:color w:val="000000"/>
              </w:rPr>
              <w:t xml:space="preserve"> points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  <w:hideMark/>
          </w:tcPr>
          <w:p w:rsidR="00EA75EF" w:rsidRPr="00A01B27" w:rsidRDefault="00EA75EF" w:rsidP="00EA75EF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b/>
                <w:bCs/>
                <w:color w:val="000000"/>
              </w:rPr>
              <w:t xml:space="preserve">0 points </w:t>
            </w:r>
          </w:p>
        </w:tc>
      </w:tr>
      <w:tr w:rsidR="00EA75EF" w:rsidRPr="00EA75EF" w:rsidTr="00705A03">
        <w:trPr>
          <w:trHeight w:val="1500"/>
          <w:tblCellSpacing w:w="0" w:type="dxa"/>
        </w:trPr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EA75EF" w:rsidP="00705A03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b/>
                <w:bCs/>
                <w:color w:val="000000"/>
              </w:rPr>
              <w:t>Preparedness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705A03" w:rsidP="00705A03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color w:val="000000"/>
              </w:rPr>
              <w:t>Student</w:t>
            </w:r>
            <w:r w:rsidR="00EA75EF" w:rsidRPr="00A01B27">
              <w:rPr>
                <w:rFonts w:eastAsia="Times New Roman" w:cs="Arial"/>
                <w:color w:val="000000"/>
              </w:rPr>
              <w:t xml:space="preserve"> </w:t>
            </w:r>
            <w:r w:rsidRPr="00A01B27">
              <w:rPr>
                <w:rFonts w:eastAsia="Times New Roman" w:cs="Arial"/>
                <w:color w:val="000000"/>
              </w:rPr>
              <w:t>was completely prepared and had</w:t>
            </w:r>
            <w:r w:rsidR="00EA75EF" w:rsidRPr="00A01B27">
              <w:rPr>
                <w:rFonts w:eastAsia="Times New Roman" w:cs="Arial"/>
                <w:color w:val="000000"/>
              </w:rPr>
              <w:t xml:space="preserve"> obviously rehearsed.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EA75EF" w:rsidP="00EA75EF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color w:val="000000"/>
              </w:rPr>
              <w:t>S</w:t>
            </w:r>
            <w:r w:rsidR="00705A03" w:rsidRPr="00A01B27">
              <w:rPr>
                <w:rFonts w:eastAsia="Times New Roman" w:cs="Arial"/>
                <w:color w:val="000000"/>
              </w:rPr>
              <w:t>tudent</w:t>
            </w:r>
            <w:r w:rsidRPr="00A01B27">
              <w:rPr>
                <w:rFonts w:eastAsia="Times New Roman" w:cs="Arial"/>
                <w:color w:val="000000"/>
              </w:rPr>
              <w:t xml:space="preserve"> seemed pretty prepared but might have needed a couple more rehearsals.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705A03" w:rsidP="00705A03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color w:val="000000"/>
              </w:rPr>
              <w:t>The student</w:t>
            </w:r>
            <w:r w:rsidR="00EA75EF" w:rsidRPr="00A01B27">
              <w:rPr>
                <w:rFonts w:eastAsia="Times New Roman" w:cs="Arial"/>
                <w:color w:val="000000"/>
              </w:rPr>
              <w:t xml:space="preserve"> </w:t>
            </w:r>
            <w:r w:rsidRPr="00A01B27">
              <w:rPr>
                <w:rFonts w:eastAsia="Times New Roman" w:cs="Arial"/>
                <w:color w:val="000000"/>
              </w:rPr>
              <w:t>was</w:t>
            </w:r>
            <w:r w:rsidR="00EA75EF" w:rsidRPr="00A01B27">
              <w:rPr>
                <w:rFonts w:eastAsia="Times New Roman" w:cs="Arial"/>
                <w:color w:val="000000"/>
              </w:rPr>
              <w:t xml:space="preserve"> somewhat prepared, but it is clear that rehearsal was lacking.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EA75EF" w:rsidP="00EA75EF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color w:val="000000"/>
              </w:rPr>
              <w:t>S</w:t>
            </w:r>
            <w:r w:rsidR="00705A03" w:rsidRPr="00A01B27">
              <w:rPr>
                <w:rFonts w:eastAsia="Times New Roman" w:cs="Arial"/>
                <w:color w:val="000000"/>
              </w:rPr>
              <w:t>tudent</w:t>
            </w:r>
            <w:r w:rsidRPr="00A01B27">
              <w:rPr>
                <w:rFonts w:eastAsia="Times New Roman" w:cs="Arial"/>
                <w:color w:val="000000"/>
              </w:rPr>
              <w:t xml:space="preserve"> did not seem at all prepared to present. </w:t>
            </w:r>
          </w:p>
        </w:tc>
      </w:tr>
      <w:tr w:rsidR="00DF1C1D" w:rsidRPr="00EA75EF" w:rsidTr="006B6EC3">
        <w:trPr>
          <w:trHeight w:val="855"/>
          <w:tblCellSpacing w:w="0" w:type="dxa"/>
        </w:trPr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1C1D" w:rsidRPr="00A01B27" w:rsidRDefault="006B6EC3" w:rsidP="00705A03">
            <w:pPr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>
              <w:rPr>
                <w:rFonts w:eastAsia="Times New Roman" w:cs="Arial"/>
                <w:b/>
                <w:bCs/>
                <w:color w:val="000000"/>
              </w:rPr>
              <w:t>Lesson Plan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1C1D" w:rsidRPr="00A01B27" w:rsidRDefault="006B6EC3" w:rsidP="00EA75E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Presented 8 lesson plans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1C1D" w:rsidRPr="00A01B27" w:rsidRDefault="006B6EC3" w:rsidP="00EA75E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Presented between 5-7 lesson plans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1C1D" w:rsidRDefault="006B6EC3" w:rsidP="00EA75E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Presented between 1-3</w:t>
            </w:r>
          </w:p>
          <w:p w:rsidR="006B6EC3" w:rsidRPr="00A01B27" w:rsidRDefault="006B6EC3" w:rsidP="00EA75E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Lesson plans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DF1C1D" w:rsidRPr="00A01B27" w:rsidRDefault="006B6EC3" w:rsidP="00EA75EF">
            <w:pPr>
              <w:spacing w:after="0" w:line="240" w:lineRule="auto"/>
              <w:rPr>
                <w:rFonts w:eastAsia="Times New Roman" w:cs="Arial"/>
                <w:color w:val="000000"/>
              </w:rPr>
            </w:pPr>
            <w:r>
              <w:rPr>
                <w:rFonts w:eastAsia="Times New Roman" w:cs="Arial"/>
                <w:color w:val="000000"/>
              </w:rPr>
              <w:t>Did not present any lesson plans.</w:t>
            </w:r>
          </w:p>
        </w:tc>
      </w:tr>
      <w:tr w:rsidR="00EA75EF" w:rsidRPr="00EA75EF" w:rsidTr="00705A03">
        <w:trPr>
          <w:trHeight w:val="774"/>
          <w:tblCellSpacing w:w="0" w:type="dxa"/>
        </w:trPr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EA75EF" w:rsidP="00705A03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b/>
                <w:bCs/>
                <w:color w:val="000000"/>
              </w:rPr>
              <w:t>Time-Limit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6B6EC3" w:rsidP="00705A03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Arial"/>
                <w:color w:val="000000"/>
              </w:rPr>
              <w:t xml:space="preserve">Presentation was </w:t>
            </w:r>
            <w:r w:rsidR="00EA75EF" w:rsidRPr="00A01B27">
              <w:rPr>
                <w:rFonts w:eastAsia="Times New Roman" w:cs="Arial"/>
                <w:color w:val="000000"/>
              </w:rPr>
              <w:t>30</w:t>
            </w:r>
            <w:r w:rsidR="00705A03" w:rsidRPr="00A01B27">
              <w:rPr>
                <w:rFonts w:eastAsia="Times New Roman" w:cs="Arial"/>
                <w:color w:val="000000"/>
              </w:rPr>
              <w:t xml:space="preserve"> -40</w:t>
            </w:r>
            <w:r w:rsidR="00EA75EF" w:rsidRPr="00A01B27">
              <w:rPr>
                <w:rFonts w:eastAsia="Times New Roman" w:cs="Arial"/>
                <w:color w:val="000000"/>
              </w:rPr>
              <w:t xml:space="preserve"> minutes long.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6B6EC3" w:rsidP="00EA75EF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Arial"/>
                <w:color w:val="000000"/>
              </w:rPr>
              <w:t xml:space="preserve">Presentation was </w:t>
            </w:r>
            <w:r w:rsidR="00EA75EF" w:rsidRPr="00A01B27">
              <w:rPr>
                <w:rFonts w:eastAsia="Times New Roman" w:cs="Arial"/>
                <w:color w:val="000000"/>
              </w:rPr>
              <w:t xml:space="preserve">20-29 minutes long.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6B6EC3" w:rsidP="00EA75EF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Arial"/>
                <w:color w:val="000000"/>
              </w:rPr>
              <w:t xml:space="preserve">Presentation was </w:t>
            </w:r>
            <w:r w:rsidR="00EA75EF" w:rsidRPr="00A01B27">
              <w:rPr>
                <w:rFonts w:eastAsia="Times New Roman" w:cs="Arial"/>
                <w:color w:val="000000"/>
              </w:rPr>
              <w:t xml:space="preserve">15 -19 minutes long. 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EA75EF" w:rsidRPr="00A01B27" w:rsidRDefault="006B6EC3" w:rsidP="00EA75EF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Arial"/>
                <w:color w:val="000000"/>
              </w:rPr>
              <w:t xml:space="preserve">Presentation was </w:t>
            </w:r>
            <w:r w:rsidR="00EA75EF" w:rsidRPr="00A01B27">
              <w:rPr>
                <w:rFonts w:eastAsia="Times New Roman" w:cs="Arial"/>
                <w:color w:val="000000"/>
              </w:rPr>
              <w:t xml:space="preserve">less than 15 minutes long. </w:t>
            </w:r>
          </w:p>
        </w:tc>
      </w:tr>
      <w:tr w:rsidR="00705A03" w:rsidRPr="00EA75EF" w:rsidTr="00705A03">
        <w:trPr>
          <w:trHeight w:val="1500"/>
          <w:tblCellSpacing w:w="0" w:type="dxa"/>
        </w:trPr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5A03" w:rsidRPr="00A01B27" w:rsidRDefault="00705A03" w:rsidP="00705A03">
            <w:pPr>
              <w:spacing w:before="100" w:beforeAutospacing="1" w:after="0" w:line="240" w:lineRule="auto"/>
              <w:jc w:val="center"/>
              <w:rPr>
                <w:rFonts w:eastAsia="Times New Roman" w:cs="Arial"/>
                <w:b/>
                <w:bCs/>
              </w:rPr>
            </w:pPr>
            <w:r w:rsidRPr="00A01B27">
              <w:rPr>
                <w:rFonts w:eastAsia="Times New Roman" w:cs="Arial"/>
                <w:b/>
                <w:bCs/>
              </w:rPr>
              <w:t>PowerPoint/</w:t>
            </w:r>
            <w:proofErr w:type="spellStart"/>
            <w:r w:rsidRPr="00A01B27">
              <w:rPr>
                <w:rFonts w:eastAsia="Times New Roman" w:cs="Arial"/>
                <w:b/>
                <w:bCs/>
              </w:rPr>
              <w:t>Prez</w:t>
            </w:r>
            <w:proofErr w:type="spellEnd"/>
            <w:r w:rsidRPr="00A01B27">
              <w:rPr>
                <w:rFonts w:eastAsia="Times New Roman" w:cs="Arial"/>
                <w:b/>
                <w:bCs/>
              </w:rPr>
              <w:t>/Google Presentation</w:t>
            </w:r>
          </w:p>
          <w:p w:rsidR="00705A03" w:rsidRPr="00A01B27" w:rsidRDefault="00705A03" w:rsidP="00705A03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6B6EC3" w:rsidRPr="00A01B27" w:rsidRDefault="00705A03" w:rsidP="00EA75EF">
            <w:pPr>
              <w:spacing w:before="100" w:beforeAutospacing="1" w:after="0" w:line="240" w:lineRule="auto"/>
              <w:rPr>
                <w:rFonts w:eastAsia="Times New Roman" w:cs="Arial"/>
              </w:rPr>
            </w:pPr>
            <w:r w:rsidRPr="00A01B27">
              <w:rPr>
                <w:rFonts w:eastAsia="Times New Roman" w:cs="Arial"/>
              </w:rPr>
              <w:t xml:space="preserve">For each of the </w:t>
            </w:r>
            <w:r w:rsidR="006B6EC3">
              <w:rPr>
                <w:rFonts w:eastAsia="Times New Roman" w:cs="Arial"/>
              </w:rPr>
              <w:t>lesson plans</w:t>
            </w:r>
            <w:r w:rsidRPr="00A01B27">
              <w:rPr>
                <w:rFonts w:eastAsia="Times New Roman" w:cs="Arial"/>
              </w:rPr>
              <w:t xml:space="preserve"> presented:</w:t>
            </w:r>
          </w:p>
          <w:p w:rsidR="006B6EC3" w:rsidRPr="006B6EC3" w:rsidRDefault="006B6EC3" w:rsidP="006B6EC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 xml:space="preserve">1.Anticipatory Set </w:t>
            </w:r>
          </w:p>
          <w:p w:rsidR="006B6EC3" w:rsidRPr="006B6EC3" w:rsidRDefault="006B6EC3" w:rsidP="006B6EC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6B6EC3">
              <w:rPr>
                <w:rFonts w:ascii="Calibri" w:hAnsi="Calibri"/>
                <w:bCs/>
                <w:color w:val="000000"/>
                <w:sz w:val="22"/>
                <w:szCs w:val="22"/>
              </w:rPr>
              <w:t>2. Vocabulary Activity</w:t>
            </w:r>
          </w:p>
          <w:p w:rsidR="006B6EC3" w:rsidRPr="006B6EC3" w:rsidRDefault="006B6EC3" w:rsidP="006B6EC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6B6EC3">
              <w:rPr>
                <w:rFonts w:ascii="Calibri" w:hAnsi="Calibri"/>
                <w:bCs/>
                <w:color w:val="000000"/>
                <w:sz w:val="22"/>
                <w:szCs w:val="22"/>
              </w:rPr>
              <w:t>3. Writing Activity</w:t>
            </w:r>
          </w:p>
          <w:p w:rsidR="006B6EC3" w:rsidRPr="006B6EC3" w:rsidRDefault="006B6EC3" w:rsidP="006B6EC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6B6EC3">
              <w:rPr>
                <w:rFonts w:ascii="Calibri" w:hAnsi="Calibri"/>
                <w:bCs/>
                <w:color w:val="000000"/>
                <w:sz w:val="22"/>
                <w:szCs w:val="22"/>
              </w:rPr>
              <w:t>4. SmartBoard Activity</w:t>
            </w:r>
          </w:p>
          <w:p w:rsidR="006B6EC3" w:rsidRPr="006B6EC3" w:rsidRDefault="00EF0127" w:rsidP="006B6EC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 xml:space="preserve">5. </w:t>
            </w:r>
            <w:bookmarkStart w:id="0" w:name="_GoBack"/>
            <w:bookmarkEnd w:id="0"/>
            <w:r w:rsidR="006B6EC3" w:rsidRPr="006B6EC3">
              <w:rPr>
                <w:rFonts w:ascii="Calibri" w:hAnsi="Calibri"/>
                <w:bCs/>
                <w:color w:val="000000"/>
                <w:sz w:val="22"/>
                <w:szCs w:val="22"/>
              </w:rPr>
              <w:t>iPad/</w:t>
            </w:r>
            <w:r>
              <w:rPr>
                <w:rFonts w:ascii="Calibri" w:hAnsi="Calibri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B6EC3" w:rsidRPr="006B6EC3">
              <w:rPr>
                <w:rFonts w:ascii="Calibri" w:hAnsi="Calibri"/>
                <w:bCs/>
                <w:color w:val="000000"/>
                <w:sz w:val="22"/>
                <w:szCs w:val="22"/>
              </w:rPr>
              <w:t>Chromebk</w:t>
            </w:r>
            <w:proofErr w:type="spellEnd"/>
            <w:r w:rsidR="006B6EC3" w:rsidRPr="006B6EC3">
              <w:rPr>
                <w:rFonts w:ascii="Calibri" w:hAnsi="Calibri"/>
                <w:bCs/>
                <w:color w:val="000000"/>
                <w:sz w:val="22"/>
                <w:szCs w:val="22"/>
              </w:rPr>
              <w:t xml:space="preserve"> Interactive Activity</w:t>
            </w:r>
          </w:p>
          <w:p w:rsidR="006B6EC3" w:rsidRPr="006B6EC3" w:rsidRDefault="006B6EC3" w:rsidP="006B6EC3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6B6EC3">
              <w:rPr>
                <w:rFonts w:ascii="Calibri" w:hAnsi="Calibri"/>
                <w:bCs/>
                <w:color w:val="000000"/>
                <w:sz w:val="22"/>
                <w:szCs w:val="22"/>
              </w:rPr>
              <w:t>6.  Lesson Closure - Exit Slip</w:t>
            </w:r>
          </w:p>
          <w:p w:rsidR="00705A03" w:rsidRPr="00A01B27" w:rsidRDefault="00705A03" w:rsidP="00EA75E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5A03" w:rsidRPr="00A01B27" w:rsidRDefault="00705A03" w:rsidP="006B6EC3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</w:rPr>
              <w:t>C</w:t>
            </w:r>
            <w:r w:rsidR="006B6EC3">
              <w:rPr>
                <w:rFonts w:eastAsia="Times New Roman" w:cs="Arial"/>
                <w:color w:val="000000"/>
              </w:rPr>
              <w:t>ontained only 4-5</w:t>
            </w:r>
            <w:r w:rsidRPr="00A01B27">
              <w:rPr>
                <w:rFonts w:eastAsia="Times New Roman" w:cs="Arial"/>
                <w:color w:val="000000"/>
              </w:rPr>
              <w:t xml:space="preserve"> of the required components. 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5A03" w:rsidRPr="00A01B27" w:rsidRDefault="006B6EC3" w:rsidP="006B6EC3">
            <w:pPr>
              <w:spacing w:after="0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Arial"/>
              </w:rPr>
              <w:t>Contained only 1-3</w:t>
            </w:r>
            <w:r w:rsidR="00705A03" w:rsidRPr="00A01B27">
              <w:rPr>
                <w:rFonts w:eastAsia="Times New Roman" w:cs="Arial"/>
              </w:rPr>
              <w:t xml:space="preserve"> of the required components</w:t>
            </w:r>
            <w:r w:rsidR="00705A03" w:rsidRPr="00A01B27">
              <w:rPr>
                <w:rFonts w:eastAsia="Times New Roman" w:cs="Arial"/>
                <w:color w:val="000000"/>
              </w:rPr>
              <w:t>.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5A03" w:rsidRPr="00A01B27" w:rsidRDefault="00705A03" w:rsidP="00EA75EF">
            <w:pPr>
              <w:spacing w:after="0" w:line="240" w:lineRule="auto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</w:rPr>
              <w:t>Did not include the required components</w:t>
            </w:r>
            <w:r w:rsidRPr="00A01B27">
              <w:rPr>
                <w:rFonts w:eastAsia="Times New Roman" w:cs="Arial"/>
                <w:color w:val="000000"/>
              </w:rPr>
              <w:t>.</w:t>
            </w:r>
          </w:p>
        </w:tc>
      </w:tr>
      <w:tr w:rsidR="00705A03" w:rsidRPr="00EA75EF" w:rsidTr="00705A03">
        <w:trPr>
          <w:trHeight w:val="846"/>
          <w:tblCellSpacing w:w="0" w:type="dxa"/>
        </w:trPr>
        <w:tc>
          <w:tcPr>
            <w:tcW w:w="2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5A03" w:rsidRPr="00A01B27" w:rsidRDefault="00705A03" w:rsidP="00705A03">
            <w:pPr>
              <w:spacing w:before="100" w:beforeAutospacing="1" w:after="0" w:line="240" w:lineRule="auto"/>
              <w:jc w:val="center"/>
              <w:rPr>
                <w:rFonts w:eastAsia="Times New Roman" w:cs="Arial"/>
                <w:b/>
                <w:bCs/>
              </w:rPr>
            </w:pPr>
            <w:r w:rsidRPr="00A01B27">
              <w:rPr>
                <w:rFonts w:eastAsia="Times New Roman" w:cs="Arial"/>
                <w:b/>
                <w:bCs/>
              </w:rPr>
              <w:t>TOTAL POINTS</w:t>
            </w:r>
          </w:p>
          <w:p w:rsidR="00705A03" w:rsidRPr="00A01B27" w:rsidRDefault="00705A03" w:rsidP="00705A03">
            <w:pPr>
              <w:spacing w:after="0" w:line="240" w:lineRule="auto"/>
              <w:jc w:val="center"/>
              <w:rPr>
                <w:rFonts w:eastAsia="Times New Roman" w:cs="Times New Roman"/>
              </w:rPr>
            </w:pPr>
            <w:r w:rsidRPr="00A01B27">
              <w:rPr>
                <w:rFonts w:eastAsia="Times New Roman" w:cs="Arial"/>
                <w:b/>
                <w:bCs/>
              </w:rPr>
              <w:t>80 pts.</w:t>
            </w: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5A03" w:rsidRPr="00A01B27" w:rsidRDefault="00705A03" w:rsidP="00EA75E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5A03" w:rsidRPr="00A01B27" w:rsidRDefault="00705A03" w:rsidP="00EA75E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5A03" w:rsidRPr="00A01B27" w:rsidRDefault="00705A03" w:rsidP="00EA75EF">
            <w:pPr>
              <w:spacing w:after="0" w:line="240" w:lineRule="auto"/>
              <w:rPr>
                <w:rFonts w:eastAsia="Times New Roman" w:cs="Times New Roman"/>
              </w:rPr>
            </w:pP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705A03" w:rsidRPr="00A01B27" w:rsidRDefault="00705A03" w:rsidP="00EA75EF">
            <w:pPr>
              <w:spacing w:after="0" w:line="240" w:lineRule="auto"/>
              <w:rPr>
                <w:rFonts w:eastAsia="Times New Roman" w:cs="Times New Roman"/>
              </w:rPr>
            </w:pPr>
          </w:p>
        </w:tc>
      </w:tr>
    </w:tbl>
    <w:p w:rsidR="000028F0" w:rsidRDefault="000028F0">
      <w:bookmarkStart w:id="1" w:name="TECHNOLOGY_PRESENTATION_TOPICS--Overview"/>
      <w:bookmarkStart w:id="2" w:name="TECHNOLOGY_PRESENTATION_TOPICS--Video_Tu"/>
      <w:bookmarkEnd w:id="1"/>
      <w:bookmarkEnd w:id="2"/>
    </w:p>
    <w:sectPr w:rsidR="000028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807D28"/>
    <w:multiLevelType w:val="multilevel"/>
    <w:tmpl w:val="660E7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5EF"/>
    <w:rsid w:val="000028F0"/>
    <w:rsid w:val="00122A52"/>
    <w:rsid w:val="00340FC3"/>
    <w:rsid w:val="004B04E7"/>
    <w:rsid w:val="006B6EC3"/>
    <w:rsid w:val="00705A03"/>
    <w:rsid w:val="00A01B27"/>
    <w:rsid w:val="00C97238"/>
    <w:rsid w:val="00DF1C1D"/>
    <w:rsid w:val="00EA75EF"/>
    <w:rsid w:val="00EF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B0ED69AA-7A78-42D2-AF55-6E42E6C0C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A75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rsid w:val="00EA75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uto-style2">
    <w:name w:val="auto-style2"/>
    <w:basedOn w:val="Normal"/>
    <w:rsid w:val="00EA75EF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Strong">
    <w:name w:val="Strong"/>
    <w:basedOn w:val="DefaultParagraphFont"/>
    <w:uiPriority w:val="22"/>
    <w:qFormat/>
    <w:rsid w:val="00EA75EF"/>
    <w:rPr>
      <w:b/>
      <w:bCs/>
    </w:rPr>
  </w:style>
  <w:style w:type="character" w:customStyle="1" w:styleId="auto-style21">
    <w:name w:val="auto-style21"/>
    <w:basedOn w:val="DefaultParagraphFont"/>
    <w:rsid w:val="00EA75EF"/>
    <w:rPr>
      <w:rFonts w:ascii="Arial" w:hAnsi="Arial" w:cs="Arial" w:hint="default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EA75E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tyle751">
    <w:name w:val="style751"/>
    <w:basedOn w:val="DefaultParagraphFont"/>
    <w:rsid w:val="00EA75EF"/>
    <w:rPr>
      <w:rFonts w:ascii="Arial" w:hAnsi="Arial" w:cs="Arial" w:hint="default"/>
    </w:rPr>
  </w:style>
  <w:style w:type="character" w:customStyle="1" w:styleId="auto-style1871">
    <w:name w:val="auto-style1871"/>
    <w:basedOn w:val="DefaultParagraphFont"/>
    <w:rsid w:val="00EA75EF"/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B6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6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E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4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ECBCDCB1.dotm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 Peterson</dc:creator>
  <cp:lastModifiedBy>Arlys Peterson</cp:lastModifiedBy>
  <cp:revision>3</cp:revision>
  <cp:lastPrinted>2015-06-18T20:14:00Z</cp:lastPrinted>
  <dcterms:created xsi:type="dcterms:W3CDTF">2015-06-18T20:15:00Z</dcterms:created>
  <dcterms:modified xsi:type="dcterms:W3CDTF">2015-06-18T20:16:00Z</dcterms:modified>
</cp:coreProperties>
</file>